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B85" w:rsidRDefault="006F3B85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style="width:450pt;height:109.8pt;visibility:visible">
            <v:imagedata r:id="rId7" o:title=""/>
          </v:shape>
        </w:pict>
      </w:r>
    </w:p>
    <w:p w:rsidR="006F3B85" w:rsidRDefault="006F3B85" w:rsidP="00811BA4">
      <w:pPr>
        <w:spacing w:line="360" w:lineRule="auto"/>
      </w:pPr>
    </w:p>
    <w:p w:rsidR="006F3B85" w:rsidRDefault="006F3B85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>Mgr. Hana Výchopňová</w:t>
      </w:r>
    </w:p>
    <w:p w:rsidR="006F3B85" w:rsidRDefault="006F3B85" w:rsidP="00811BA4">
      <w:pPr>
        <w:spacing w:line="360" w:lineRule="auto"/>
        <w:rPr>
          <w:sz w:val="28"/>
          <w:szCs w:val="28"/>
        </w:rPr>
      </w:pPr>
    </w:p>
    <w:p w:rsidR="006F3B85" w:rsidRPr="002A6FAF" w:rsidRDefault="006F3B85" w:rsidP="00811BA4">
      <w:pPr>
        <w:spacing w:line="360" w:lineRule="auto"/>
      </w:pPr>
      <w:r>
        <w:t>DATUM VZNIKU MATERIÁLU:            4.10.2012</w:t>
      </w:r>
    </w:p>
    <w:p w:rsidR="006F3B85" w:rsidRDefault="006F3B85" w:rsidP="00811BA4">
      <w:pPr>
        <w:spacing w:line="360" w:lineRule="auto"/>
      </w:pPr>
    </w:p>
    <w:p w:rsidR="006F3B85" w:rsidRPr="00987F54" w:rsidRDefault="006F3B85" w:rsidP="00811BA4">
      <w:pPr>
        <w:spacing w:line="360" w:lineRule="auto"/>
        <w:rPr>
          <w:sz w:val="24"/>
          <w:szCs w:val="24"/>
        </w:rPr>
      </w:pPr>
      <w:r>
        <w:t>ROČNÍK:</w:t>
      </w:r>
      <w:bookmarkStart w:id="0" w:name="_GoBack"/>
      <w:bookmarkEnd w:id="0"/>
      <w:r>
        <w:t xml:space="preserve">  </w:t>
      </w:r>
      <w:r>
        <w:rPr>
          <w:sz w:val="28"/>
          <w:szCs w:val="28"/>
        </w:rPr>
        <w:t xml:space="preserve">                                     5.</w:t>
      </w:r>
    </w:p>
    <w:p w:rsidR="006F3B85" w:rsidRDefault="006F3B85" w:rsidP="00811BA4">
      <w:pPr>
        <w:spacing w:line="360" w:lineRule="auto"/>
      </w:pPr>
    </w:p>
    <w:p w:rsidR="006F3B85" w:rsidRDefault="006F3B85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  </w:t>
      </w:r>
      <w:r>
        <w:rPr>
          <w:sz w:val="24"/>
          <w:szCs w:val="24"/>
        </w:rPr>
        <w:t>Inovace a zkvalitnění výuky směřující k rozvoji</w:t>
      </w:r>
    </w:p>
    <w:p w:rsidR="006F3B85" w:rsidRPr="00987F54" w:rsidRDefault="006F3B85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matematické gramotnosti žáků základních škol         </w:t>
      </w:r>
    </w:p>
    <w:p w:rsidR="006F3B85" w:rsidRPr="00987F54" w:rsidRDefault="006F3B85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>
        <w:rPr>
          <w:sz w:val="24"/>
          <w:szCs w:val="24"/>
        </w:rPr>
        <w:t>Číslo a početní operace</w:t>
      </w:r>
    </w:p>
    <w:p w:rsidR="006F3B85" w:rsidRDefault="006F3B85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>
        <w:rPr>
          <w:sz w:val="24"/>
          <w:szCs w:val="24"/>
        </w:rPr>
        <w:t>Výukový materiál je zaměřen na zábavné opakování</w:t>
      </w:r>
    </w:p>
    <w:p w:rsidR="006F3B85" w:rsidRDefault="006F3B85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učiva formou vyhledávání matematických informací</w:t>
      </w:r>
    </w:p>
    <w:p w:rsidR="006F3B85" w:rsidRDefault="006F3B85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v textu a jejich následné zpracování formou sčítání,</w:t>
      </w:r>
    </w:p>
    <w:p w:rsidR="006F3B85" w:rsidRDefault="006F3B85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odčítání a dělení do 10 000</w:t>
      </w:r>
    </w:p>
    <w:p w:rsidR="006F3B85" w:rsidRDefault="006F3B85" w:rsidP="00811BA4">
      <w:pPr>
        <w:spacing w:line="360" w:lineRule="auto"/>
        <w:rPr>
          <w:sz w:val="24"/>
          <w:szCs w:val="24"/>
        </w:rPr>
      </w:pPr>
    </w:p>
    <w:p w:rsidR="006F3B85" w:rsidRDefault="006F3B85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Zdroje:   wikipedia</w:t>
      </w:r>
    </w:p>
    <w:p w:rsidR="006F3B85" w:rsidRDefault="006F3B85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radio.cz</w:t>
      </w:r>
    </w:p>
    <w:p w:rsidR="006F3B85" w:rsidRDefault="006F3B85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NASA.GOV</w:t>
      </w:r>
    </w:p>
    <w:p w:rsidR="006F3B85" w:rsidRDefault="006F3B85" w:rsidP="00811BA4">
      <w:pPr>
        <w:spacing w:line="360" w:lineRule="auto"/>
        <w:rPr>
          <w:sz w:val="24"/>
          <w:szCs w:val="24"/>
        </w:rPr>
      </w:pPr>
    </w:p>
    <w:p w:rsidR="006F3B85" w:rsidRDefault="006F3B85" w:rsidP="00811BA4">
      <w:pPr>
        <w:spacing w:line="360" w:lineRule="auto"/>
        <w:rPr>
          <w:sz w:val="24"/>
          <w:szCs w:val="24"/>
        </w:rPr>
      </w:pPr>
    </w:p>
    <w:p w:rsidR="006F3B85" w:rsidRDefault="006F3B85" w:rsidP="00811BA4">
      <w:pPr>
        <w:spacing w:line="360" w:lineRule="auto"/>
        <w:rPr>
          <w:sz w:val="24"/>
          <w:szCs w:val="24"/>
        </w:rPr>
      </w:pPr>
    </w:p>
    <w:p w:rsidR="006F3B85" w:rsidRPr="00987F54" w:rsidRDefault="006F3B85" w:rsidP="00811BA4">
      <w:pPr>
        <w:spacing w:line="360" w:lineRule="auto"/>
        <w:rPr>
          <w:sz w:val="24"/>
          <w:szCs w:val="24"/>
        </w:rPr>
      </w:pPr>
    </w:p>
    <w:p w:rsidR="006F3B85" w:rsidRDefault="006F3B85" w:rsidP="00811BA4">
      <w:pPr>
        <w:spacing w:line="360" w:lineRule="auto"/>
      </w:pPr>
    </w:p>
    <w:sectPr w:rsidR="006F3B85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B85" w:rsidRDefault="006F3B85" w:rsidP="00811BA4">
      <w:pPr>
        <w:spacing w:after="0" w:line="240" w:lineRule="auto"/>
      </w:pPr>
      <w:r>
        <w:separator/>
      </w:r>
    </w:p>
  </w:endnote>
  <w:endnote w:type="continuationSeparator" w:id="0">
    <w:p w:rsidR="006F3B85" w:rsidRDefault="006F3B85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B85" w:rsidRDefault="006F3B85" w:rsidP="00811BA4">
      <w:pPr>
        <w:spacing w:after="0" w:line="240" w:lineRule="auto"/>
      </w:pPr>
      <w:r>
        <w:separator/>
      </w:r>
    </w:p>
  </w:footnote>
  <w:footnote w:type="continuationSeparator" w:id="0">
    <w:p w:rsidR="006F3B85" w:rsidRDefault="006F3B85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B85" w:rsidRDefault="006F3B85" w:rsidP="00811BA4">
    <w:pPr>
      <w:pStyle w:val="Header"/>
      <w:jc w:val="right"/>
    </w:pPr>
    <w:r>
      <w:tab/>
      <w:t>VY_42_INOVACE_v34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1BA4"/>
    <w:rsid w:val="000E4F85"/>
    <w:rsid w:val="001E6EDC"/>
    <w:rsid w:val="002A6FAF"/>
    <w:rsid w:val="00322318"/>
    <w:rsid w:val="00336987"/>
    <w:rsid w:val="0034555B"/>
    <w:rsid w:val="00445613"/>
    <w:rsid w:val="00445BC7"/>
    <w:rsid w:val="00492218"/>
    <w:rsid w:val="004B5994"/>
    <w:rsid w:val="00514DEE"/>
    <w:rsid w:val="005E038B"/>
    <w:rsid w:val="005F0A43"/>
    <w:rsid w:val="006F3B85"/>
    <w:rsid w:val="00750D0E"/>
    <w:rsid w:val="00754B45"/>
    <w:rsid w:val="007A6D86"/>
    <w:rsid w:val="00811BA4"/>
    <w:rsid w:val="008B4F01"/>
    <w:rsid w:val="008E0FFF"/>
    <w:rsid w:val="008F3696"/>
    <w:rsid w:val="00906D5A"/>
    <w:rsid w:val="00987F54"/>
    <w:rsid w:val="00A01DDD"/>
    <w:rsid w:val="00A75D1A"/>
    <w:rsid w:val="00AA775F"/>
    <w:rsid w:val="00AB476B"/>
    <w:rsid w:val="00B07286"/>
    <w:rsid w:val="00B14355"/>
    <w:rsid w:val="00B27565"/>
    <w:rsid w:val="00B90200"/>
    <w:rsid w:val="00BE4D90"/>
    <w:rsid w:val="00C563A4"/>
    <w:rsid w:val="00CE74D1"/>
    <w:rsid w:val="00CF69CA"/>
    <w:rsid w:val="00D10349"/>
    <w:rsid w:val="00D542BB"/>
    <w:rsid w:val="00D55C55"/>
    <w:rsid w:val="00E0556E"/>
    <w:rsid w:val="00E10637"/>
    <w:rsid w:val="00EE556E"/>
    <w:rsid w:val="00F02A84"/>
    <w:rsid w:val="00F1079A"/>
    <w:rsid w:val="00F74309"/>
    <w:rsid w:val="00FE0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20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11BA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11BA4"/>
    <w:rPr>
      <w:rFonts w:cs="Times New Roman"/>
    </w:rPr>
  </w:style>
  <w:style w:type="character" w:styleId="Hyperlink">
    <w:name w:val="Hyperlink"/>
    <w:basedOn w:val="DefaultParagraphFont"/>
    <w:uiPriority w:val="99"/>
    <w:rsid w:val="00D542B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131</Words>
  <Characters>778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Office XP</dc:creator>
  <cp:keywords/>
  <dc:description/>
  <cp:lastModifiedBy>Hana Vychopňová</cp:lastModifiedBy>
  <cp:revision>3</cp:revision>
  <cp:lastPrinted>2012-11-20T04:21:00Z</cp:lastPrinted>
  <dcterms:created xsi:type="dcterms:W3CDTF">2012-11-19T20:48:00Z</dcterms:created>
  <dcterms:modified xsi:type="dcterms:W3CDTF">2012-11-20T04:22:00Z</dcterms:modified>
</cp:coreProperties>
</file>